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7848">
        <w:rPr>
          <w:rFonts w:ascii="Arial" w:hAnsi="Arial" w:cs="Arial"/>
          <w:b/>
          <w:caps/>
          <w:sz w:val="28"/>
          <w:szCs w:val="28"/>
        </w:rPr>
        <w:t>808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0784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7848">
              <w:rPr>
                <w:rFonts w:ascii="Arial" w:hAnsi="Arial" w:cs="Arial"/>
                <w:sz w:val="20"/>
                <w:szCs w:val="20"/>
              </w:rPr>
              <w:t>Solicita providências visando à colocação de lixeiras destinadas à coleta seletiva nos parques, praças, feiras livres e em locais públicos com grande fluxo de pessoas.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07848" w:rsidRPr="00607848">
        <w:rPr>
          <w:rFonts w:ascii="Arial" w:hAnsi="Arial" w:cs="Arial"/>
        </w:rPr>
        <w:t xml:space="preserve">à colocação de lixeiras destinadas à coleta seletiva nos parques, praças, feiras livres e em locais públicos </w:t>
      </w:r>
      <w:r w:rsidR="00607848">
        <w:rPr>
          <w:rFonts w:ascii="Arial" w:hAnsi="Arial" w:cs="Arial"/>
        </w:rPr>
        <w:t>com grande fluxo de pessoas</w:t>
      </w:r>
      <w:r w:rsidR="00607848" w:rsidRPr="00607848">
        <w:rPr>
          <w:rFonts w:ascii="Arial" w:hAnsi="Arial" w:cs="Arial"/>
        </w:rPr>
        <w:t>.</w:t>
      </w:r>
    </w:p>
    <w:p w:rsidR="00607848" w:rsidRPr="00607848" w:rsidRDefault="00607848" w:rsidP="0060784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7848">
        <w:rPr>
          <w:rFonts w:ascii="Arial" w:hAnsi="Arial" w:cs="Arial"/>
        </w:rPr>
        <w:t xml:space="preserve">A nossa solicitação se justifica, por ser visível que em nosso município necessitamos conscientizar </w:t>
      </w:r>
      <w:r>
        <w:rPr>
          <w:rFonts w:ascii="Arial" w:hAnsi="Arial" w:cs="Arial"/>
        </w:rPr>
        <w:t xml:space="preserve">a população </w:t>
      </w:r>
      <w:r w:rsidRPr="00607848">
        <w:rPr>
          <w:rFonts w:ascii="Arial" w:hAnsi="Arial" w:cs="Arial"/>
        </w:rPr>
        <w:t>que a responsabilidade pela limpeza urbana deve ser de todos</w:t>
      </w:r>
      <w:r>
        <w:rPr>
          <w:rFonts w:ascii="Arial" w:hAnsi="Arial" w:cs="Arial"/>
        </w:rPr>
        <w:t>.</w:t>
      </w:r>
      <w:r w:rsidRPr="006078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607848">
        <w:rPr>
          <w:rFonts w:ascii="Arial" w:hAnsi="Arial" w:cs="Arial"/>
        </w:rPr>
        <w:t>ão basta</w:t>
      </w:r>
      <w:r>
        <w:rPr>
          <w:rFonts w:ascii="Arial" w:hAnsi="Arial" w:cs="Arial"/>
        </w:rPr>
        <w:t>m</w:t>
      </w:r>
      <w:r w:rsidRPr="006078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apenas </w:t>
      </w:r>
      <w:r w:rsidRPr="00607848">
        <w:rPr>
          <w:rFonts w:ascii="Arial" w:hAnsi="Arial" w:cs="Arial"/>
        </w:rPr>
        <w:t xml:space="preserve">obras e serviços do poder público, atitudes individuais também fazem </w:t>
      </w:r>
      <w:r>
        <w:rPr>
          <w:rFonts w:ascii="Arial" w:hAnsi="Arial" w:cs="Arial"/>
        </w:rPr>
        <w:t>um</w:t>
      </w:r>
      <w:r w:rsidRPr="00607848">
        <w:rPr>
          <w:rFonts w:ascii="Arial" w:hAnsi="Arial" w:cs="Arial"/>
        </w:rPr>
        <w:t xml:space="preserve">a grande diferença para a construção de lugares </w:t>
      </w:r>
      <w:r>
        <w:rPr>
          <w:rFonts w:ascii="Arial" w:hAnsi="Arial" w:cs="Arial"/>
        </w:rPr>
        <w:t>agradáveis</w:t>
      </w:r>
      <w:r w:rsidRPr="00607848">
        <w:rPr>
          <w:rFonts w:ascii="Arial" w:hAnsi="Arial" w:cs="Arial"/>
        </w:rPr>
        <w:t xml:space="preserve"> e limpos para se viver. Afinal, uma cidade com ruas e calçadas sujas, lixo fora da lixeira</w:t>
      </w:r>
      <w:r>
        <w:rPr>
          <w:rFonts w:ascii="Arial" w:hAnsi="Arial" w:cs="Arial"/>
        </w:rPr>
        <w:t xml:space="preserve"> e</w:t>
      </w:r>
      <w:r w:rsidRPr="00607848">
        <w:rPr>
          <w:rFonts w:ascii="Arial" w:hAnsi="Arial" w:cs="Arial"/>
        </w:rPr>
        <w:t xml:space="preserve"> bueiros entupidos é apenas um retrato da conduta de seus moradores.</w:t>
      </w:r>
    </w:p>
    <w:p w:rsidR="003A77BE" w:rsidRPr="001840AD" w:rsidRDefault="00607848" w:rsidP="0060784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7848">
        <w:rPr>
          <w:rFonts w:ascii="Arial" w:hAnsi="Arial" w:cs="Arial"/>
        </w:rPr>
        <w:tab/>
        <w:t>Diante do exposto, mui respeitosamente acionamos a Administração Municipal e agradecemos por seu empenho para que a situação seja devidamente considerada e atendida.</w:t>
      </w:r>
    </w:p>
    <w:p w:rsidR="0060784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07848">
        <w:rPr>
          <w:rFonts w:ascii="Arial" w:hAnsi="Arial" w:cs="Arial"/>
        </w:rPr>
        <w:t>28 de março de 2018.</w:t>
      </w:r>
    </w:p>
    <w:p w:rsidR="00607848" w:rsidRDefault="0060784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7848" w:rsidRDefault="0060784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7848" w:rsidRDefault="0060784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7848" w:rsidRDefault="0060784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07848" w:rsidRPr="00A34F2C" w:rsidRDefault="0060784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07848" w:rsidRDefault="00607848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607848" w:rsidRDefault="0060784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07848" w:rsidRDefault="00607848" w:rsidP="0060784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E16ABF">
            <wp:extent cx="5996940" cy="29565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7848" w:rsidRPr="00607848" w:rsidRDefault="00607848" w:rsidP="0060784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07848" w:rsidRPr="0060784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2C" w:rsidRDefault="0023642C">
      <w:r>
        <w:separator/>
      </w:r>
    </w:p>
  </w:endnote>
  <w:endnote w:type="continuationSeparator" w:id="0">
    <w:p w:rsidR="0023642C" w:rsidRDefault="0023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2C" w:rsidRDefault="0023642C">
      <w:r>
        <w:separator/>
      </w:r>
    </w:p>
  </w:footnote>
  <w:footnote w:type="continuationSeparator" w:id="0">
    <w:p w:rsidR="0023642C" w:rsidRDefault="00236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07848">
      <w:rPr>
        <w:rFonts w:ascii="Arial" w:hAnsi="Arial" w:cs="Arial"/>
        <w:b/>
        <w:sz w:val="20"/>
        <w:szCs w:val="20"/>
        <w:u w:val="single"/>
      </w:rPr>
      <w:t>808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07848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10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10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848" w:rsidRPr="00317C1A" w:rsidRDefault="00607848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3642C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7848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100D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D4F3-4E4F-4E9D-A2BB-1352A568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2018-03-26T18:22:00Z</cp:lastPrinted>
  <dcterms:created xsi:type="dcterms:W3CDTF">2018-03-26T18:22:00Z</dcterms:created>
  <dcterms:modified xsi:type="dcterms:W3CDTF">2018-03-26T18:22:00Z</dcterms:modified>
</cp:coreProperties>
</file>